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1E4" w:rsidRDefault="000541E4">
      <w:r>
        <w:t xml:space="preserve">Holophonic sound </w:t>
      </w:r>
    </w:p>
    <w:p w:rsidR="000541E4" w:rsidRDefault="000541E4"/>
    <w:p w:rsidR="000541E4" w:rsidRDefault="000541E4" w:rsidP="00F70B16">
      <w:pPr>
        <w:spacing w:line="480" w:lineRule="auto"/>
        <w:ind w:firstLine="720"/>
      </w:pPr>
      <w:r w:rsidRPr="006F1640">
        <w:rPr>
          <w:rFonts w:ascii="Arial" w:hAnsi="Arial" w:cs="Arial"/>
          <w:sz w:val="24"/>
          <w:szCs w:val="24"/>
        </w:rPr>
        <w:t xml:space="preserve">Holophonic </w:t>
      </w:r>
      <w:r w:rsidRPr="00F70B16">
        <w:rPr>
          <w:rFonts w:ascii="Arial" w:hAnsi="Arial" w:cs="Arial"/>
          <w:sz w:val="24"/>
          <w:szCs w:val="24"/>
        </w:rPr>
        <w:t>sound is a new type of sound that is being created it is 3d sound that comes from all directions. It is like surround sound but it sounds like someone is actually talking to you or singing to your from the angle.  You can actually locate where the sound is. It goes across the entire axis in 3 dimensions. What set this apart from other speaks is that the sound goes directly to the cavities of your ear. It will be 8,000 dollars but it maximizes the sound quality</w:t>
      </w:r>
      <w:r>
        <w:t>.</w:t>
      </w:r>
    </w:p>
    <w:p w:rsidR="000541E4" w:rsidRDefault="000541E4" w:rsidP="005C241B">
      <w:pPr>
        <w:ind w:firstLine="720"/>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16.35pt;margin-top:4pt;width:72.8pt;height:72.8pt;flip:x y;z-index:251660288" o:connectortype="straight" strokecolor="#ddd8c2"/>
        </w:pict>
      </w:r>
      <w:r>
        <w:rPr>
          <w:noProof/>
        </w:rPr>
        <w:pict>
          <v:shape id="_x0000_s1027" type="#_x0000_t32" style="position:absolute;left:0;text-align:left;margin-left:246.15pt;margin-top:4pt;width:70.2pt;height:45.2pt;flip:y;z-index:251659264" o:connectortype="straight" strokecolor="#ddd8c2"/>
        </w:pict>
      </w:r>
      <w:r>
        <w:rPr>
          <w:noProof/>
        </w:rPr>
        <w:pict>
          <v:group id="_x0000_s1028" style="position:absolute;left:0;text-align:left;margin-left:-10.05pt;margin-top:15.7pt;width:166.6pt;height:269.6pt;z-index:251650048" coordorigin="1239,3148" coordsize="3332,5392">
            <v:rect id="_x0000_s1029" style="position:absolute;left:1239;top:3148;width:3332;height:5392" fillcolor="black" strokecolor="#666" strokeweight="1pt">
              <v:fill color2="#ccc"/>
              <v:shadow on="t" type="perspective" color="#7f7f7f" opacity=".5" offset="1pt" offset2="-3pt"/>
            </v:rect>
            <v:oval id="_x0000_s1030" style="position:absolute;left:1792;top:3812;width:2227;height:2043" fillcolor="#404040" strokecolor="#666" strokeweight="1pt">
              <v:fill color2="#ccc"/>
              <v:shadow type="perspective" color="#7f7f7f" opacity=".5" offset="1pt" offset2="-3pt"/>
            </v:oval>
            <v:oval id="_x0000_s1031" style="position:absolute;left:2116;top:4085;width:1618;height:1479" fillcolor="#0d0d0d" strokecolor="#666" strokeweight="1pt">
              <v:fill color2="#ccc"/>
              <v:shadow type="perspective" color="#7f7f7f" opacity=".5" offset="1pt" offset2="-3pt"/>
            </v:oval>
            <v:oval id="_x0000_s1032" style="position:absolute;left:2384;top:4370;width:1015;height:993" fillcolor="#0d0d0d" strokecolor="#666" strokeweight="1pt">
              <v:fill color2="#ccc"/>
              <v:shadow type="perspective" color="#7f7f7f" opacity=".5" offset="1pt" offset2="-3pt"/>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3" type="#_x0000_t19" style="position:absolute;left:2512;top:4571;width:335;height:553;flip:x" adj=",-1189" path="wr-21600,,21600,43200,,,21600,21593nfewr-21600,,21600,43200,,,21600,21593l,21600nsxe" filled="t" fillcolor="#666" strokecolor="#666" strokeweight="1pt">
              <v:fill color2="#ccc" angle="-45" focus="-50%" type="gradient"/>
              <v:shadow type="perspective" color="#7f7f7f" opacity=".5" offset="1pt" offset2="-3pt"/>
              <v:path o:connectlocs="0,0;21600,21593;0,21600"/>
            </v:shape>
            <v:shape id="_x0000_s1034" type="#_x0000_t19" style="position:absolute;left:2980;top:4571;width:235;height:553" filled="t" fillcolor="#666" strokecolor="#666" strokeweight="1pt">
              <v:fill color2="#ccc" angle="-45" focus="-50%" type="gradient"/>
              <v:shadow type="perspective" color="#7f7f7f" opacity=".5" offset="1pt" offset2="-3pt"/>
            </v:shape>
            <v:oval id="_x0000_s1035" style="position:absolute;left:1845;top:5973;width:2227;height:2043" fillcolor="#272727" strokecolor="#666" strokeweight="1pt">
              <v:fill color2="#ccc"/>
              <v:shadow type="perspective" color="#7f7f7f" opacity=".5" offset="1pt" offset2="-3pt"/>
            </v:oval>
            <v:oval id="_x0000_s1036" style="position:absolute;left:2169;top:6246;width:1618;height:1479" fillcolor="#0d0d0d" strokecolor="#666" strokeweight="1pt">
              <v:fill color2="#ccc"/>
              <v:shadow type="perspective" color="#7f7f7f" opacity=".5" offset="1pt" offset2="-3pt"/>
            </v:oval>
            <v:oval id="_x0000_s1037" style="position:absolute;left:2437;top:6531;width:1015;height:993" fillcolor="#0d0d0d" strokecolor="#666" strokeweight="1pt">
              <v:fill color2="#ccc"/>
              <v:shadow type="perspective" color="#7f7f7f" opacity=".5" offset="1pt" offset2="-3pt"/>
            </v:oval>
            <v:shape id="_x0000_s1038" type="#_x0000_t19" style="position:absolute;left:2565;top:6732;width:335;height:553;flip:x" adj=",-1189" path="wr-21600,,21600,43200,,,21600,21593nfewr-21600,,21600,43200,,,21600,21593l,21600nsxe" filled="t" fillcolor="#666" strokecolor="#666" strokeweight="1pt">
              <v:fill color2="#ccc" angle="-45" focus="-50%" type="gradient"/>
              <v:shadow type="perspective" color="#7f7f7f" opacity=".5" offset="1pt" offset2="-3pt"/>
              <v:path o:connectlocs="0,0;21600,21593;0,21600"/>
            </v:shape>
            <v:shape id="_x0000_s1039" type="#_x0000_t19" style="position:absolute;left:3033;top:6732;width:235;height:553" filled="t" fillcolor="#666" strokecolor="#666" strokeweight="1pt">
              <v:fill color2="#ccc" angle="-45" focus="-50%" type="gradient"/>
              <v:shadow type="perspective" color="#7f7f7f" opacity=".5" offset="1pt" offset2="-3pt"/>
            </v:shape>
          </v:group>
        </w:pict>
      </w:r>
    </w:p>
    <w:p w:rsidR="000541E4" w:rsidRDefault="000541E4" w:rsidP="005C241B">
      <w:pPr>
        <w:ind w:firstLine="720"/>
      </w:pPr>
      <w:r>
        <w:rPr>
          <w:noProof/>
        </w:rPr>
        <w:pict>
          <v:group id="_x0000_s1040" style="position:absolute;left:0;text-align:left;margin-left:321.5pt;margin-top:12pt;width:166.6pt;height:269.6pt;z-index:251665408" coordorigin="1239,3148" coordsize="3332,5392">
            <v:rect id="_x0000_s1041" style="position:absolute;left:1239;top:3148;width:3332;height:5392" fillcolor="black" strokecolor="#666" strokeweight="1pt">
              <v:fill color2="#ccc"/>
              <v:shadow on="t" type="perspective" color="#7f7f7f" opacity=".5" offset="1pt" offset2="-3pt"/>
            </v:rect>
            <v:oval id="_x0000_s1042" style="position:absolute;left:1792;top:3812;width:2227;height:2043" fillcolor="#404040" strokecolor="#666" strokeweight="1pt">
              <v:fill color2="#ccc"/>
              <v:shadow type="perspective" color="#7f7f7f" opacity=".5" offset="1pt" offset2="-3pt"/>
            </v:oval>
            <v:oval id="_x0000_s1043" style="position:absolute;left:2116;top:4085;width:1618;height:1479" fillcolor="#0d0d0d" strokecolor="#666" strokeweight="1pt">
              <v:fill color2="#ccc"/>
              <v:shadow type="perspective" color="#7f7f7f" opacity=".5" offset="1pt" offset2="-3pt"/>
            </v:oval>
            <v:oval id="_x0000_s1044" style="position:absolute;left:2384;top:4370;width:1015;height:993" fillcolor="#0d0d0d" strokecolor="#666" strokeweight="1pt">
              <v:fill color2="#ccc"/>
              <v:shadow type="perspective" color="#7f7f7f" opacity=".5" offset="1pt" offset2="-3pt"/>
            </v:oval>
            <v:shape id="_x0000_s1045" type="#_x0000_t19" style="position:absolute;left:2512;top:4571;width:335;height:553;flip:x" adj=",-1189" path="wr-21600,,21600,43200,,,21600,21593nfewr-21600,,21600,43200,,,21600,21593l,21600nsxe" filled="t" fillcolor="#666" strokecolor="#666" strokeweight="1pt">
              <v:fill color2="#ccc" angle="-45" focus="-50%" type="gradient"/>
              <v:shadow type="perspective" color="#7f7f7f" opacity=".5" offset="1pt" offset2="-3pt"/>
              <v:path o:connectlocs="0,0;21600,21593;0,21600"/>
            </v:shape>
            <v:shape id="_x0000_s1046" type="#_x0000_t19" style="position:absolute;left:2980;top:4571;width:235;height:553" filled="t" fillcolor="#666" strokecolor="#666" strokeweight="1pt">
              <v:fill color2="#ccc" angle="-45" focus="-50%" type="gradient"/>
              <v:shadow type="perspective" color="#7f7f7f" opacity=".5" offset="1pt" offset2="-3pt"/>
            </v:shape>
            <v:oval id="_x0000_s1047" style="position:absolute;left:1845;top:5973;width:2227;height:2043" fillcolor="#272727" strokecolor="#666" strokeweight="1pt">
              <v:fill color2="#ccc"/>
              <v:shadow type="perspective" color="#7f7f7f" opacity=".5" offset="1pt" offset2="-3pt"/>
            </v:oval>
            <v:oval id="_x0000_s1048" style="position:absolute;left:2169;top:6246;width:1618;height:1479" fillcolor="#0d0d0d" strokecolor="#666" strokeweight="1pt">
              <v:fill color2="#ccc"/>
              <v:shadow type="perspective" color="#7f7f7f" opacity=".5" offset="1pt" offset2="-3pt"/>
            </v:oval>
            <v:oval id="_x0000_s1049" style="position:absolute;left:2437;top:6531;width:1015;height:993" fillcolor="#0d0d0d" strokecolor="#666" strokeweight="1pt">
              <v:fill color2="#ccc"/>
              <v:shadow type="perspective" color="#7f7f7f" opacity=".5" offset="1pt" offset2="-3pt"/>
            </v:oval>
            <v:shape id="_x0000_s1050" type="#_x0000_t19" style="position:absolute;left:2565;top:6732;width:335;height:553;flip:x" adj=",-1189" path="wr-21600,,21600,43200,,,21600,21593nfewr-21600,,21600,43200,,,21600,21593l,21600nsxe" filled="t" fillcolor="#666" strokecolor="#666" strokeweight="1pt">
              <v:fill color2="#ccc" angle="-45" focus="-50%" type="gradient"/>
              <v:shadow type="perspective" color="#7f7f7f" opacity=".5" offset="1pt" offset2="-3pt"/>
              <v:path o:connectlocs="0,0;21600,21593;0,21600"/>
            </v:shape>
            <v:shape id="_x0000_s1051" type="#_x0000_t19" style="position:absolute;left:3033;top:6732;width:235;height:553" filled="t" fillcolor="#666" strokecolor="#666" strokeweight="1pt">
              <v:fill color2="#ccc" angle="-45" focus="-50%" type="gradient"/>
              <v:shadow type="perspective" color="#7f7f7f" opacity=".5" offset="1pt" offset2="-3pt"/>
            </v:shape>
          </v:group>
        </w:pict>
      </w:r>
      <w:r>
        <w:rPr>
          <w:noProof/>
        </w:rPr>
        <w:pict>
          <v:rect id="_x0000_s1052" style="position:absolute;left:0;text-align:left;margin-left:170.8pt;margin-top:264.3pt;width:51.95pt;height:31.8pt;z-index:251663360" fillcolor="#c0504d" strokecolor="#f2f2f2" strokeweight="3pt">
            <v:shadow on="t" type="perspective" color="#622423" opacity=".5" offset="1pt" offset2="-1pt"/>
          </v:rect>
        </w:pict>
      </w:r>
      <w:r>
        <w:rPr>
          <w:noProof/>
        </w:rPr>
        <w:pict>
          <v:oval id="_x0000_s1053" style="position:absolute;left:0;text-align:left;margin-left:290.5pt;margin-top:135.9pt;width:13.45pt;height:18.45pt;z-index:251662336" fillcolor="#4f81bd" strokecolor="#f2f2f2" strokeweight="3pt">
            <v:shadow on="t" type="perspective" color="#243f60" opacity=".5" offset="1pt" offset2="-1pt"/>
          </v:oval>
        </w:pict>
      </w:r>
      <w:r>
        <w:rPr>
          <w:noProof/>
        </w:rPr>
        <w:pict>
          <v:oval id="_x0000_s1054" style="position:absolute;left:0;text-align:left;margin-left:190.05pt;margin-top:135.9pt;width:13.45pt;height:18.45pt;z-index:251661312" fillcolor="#4f81bd" strokecolor="#f2f2f2" strokeweight="3pt">
            <v:shadow on="t" type="perspective" color="#243f60" opacity=".5" offset="1pt" offset2="-1pt"/>
          </v:oval>
        </w:pict>
      </w:r>
      <w:r>
        <w:rPr>
          <w:noProof/>
        </w:rPr>
        <w:pict>
          <v:shape id="_x0000_s1055" type="#_x0000_t32" style="position:absolute;left:0;text-align:left;margin-left:170.8pt;margin-top:12pt;width:26.75pt;height:49.4pt;flip:x y;z-index:251658240" o:connectortype="straight" strokecolor="#ddd8c2"/>
        </w:pict>
      </w:r>
      <w:r>
        <w:rPr>
          <w:noProof/>
        </w:rPr>
        <w:pict>
          <v:shape id="_x0000_s1056" type="#_x0000_t32" style="position:absolute;left:0;text-align:left;margin-left:100.6pt;margin-top:12pt;width:70.2pt;height:45.2pt;flip:y;z-index:251657216" o:connectortype="straight" strokecolor="#ddd8c2"/>
        </w:pict>
      </w:r>
      <w:r>
        <w:rPr>
          <w:noProof/>
        </w:rPr>
        <w:pict>
          <v:shape id="_x0000_s1057" type="#_x0000_t32" style="position:absolute;left:0;text-align:left;margin-left:246.15pt;margin-top:219.1pt;width:24.25pt;height:45.2pt;z-index:251656192" o:connectortype="straight"/>
        </w:pict>
      </w:r>
      <w:r>
        <w:rPr>
          <w:noProof/>
        </w:rPr>
        <w:pict>
          <v:shape id="_x0000_s1058" type="#_x0000_t32" style="position:absolute;left:0;text-align:left;margin-left:217.65pt;margin-top:219.1pt;width:28.5pt;height:45.2pt;flip:x;z-index:251655168" o:connectortype="straight"/>
        </w:pict>
      </w:r>
      <w:r>
        <w:rPr>
          <w:noProof/>
        </w:rPr>
        <w:pict>
          <v:shape id="_x0000_s1059" type="#_x0000_t32" style="position:absolute;left:0;text-align:left;margin-left:217.65pt;margin-top:219.1pt;width:28.5pt;height:45.2pt;flip:x;z-index:251654144" o:connectortype="straight"/>
        </w:pict>
      </w:r>
      <w:r>
        <w:rPr>
          <w:noProof/>
        </w:rPr>
        <w:pict>
          <v:shape id="_x0000_s1060" type="#_x0000_t32" style="position:absolute;left:0;text-align:left;margin-left:203.5pt;margin-top:140.95pt;width:89.85pt;height:0;z-index:251653120" o:connectortype="straight"/>
        </w:pict>
      </w:r>
      <w:r>
        <w:rPr>
          <w:noProof/>
        </w:rPr>
        <w:pict>
          <v:shape id="_x0000_s1061" type="#_x0000_t32" style="position:absolute;left:0;text-align:left;margin-left:243.65pt;margin-top:111.05pt;width:2.5pt;height:108.05pt;z-index:251652096" o:connectortype="straight"/>
        </w:pict>
      </w: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62" type="#_x0000_t96" style="position:absolute;left:0;text-align:left;margin-left:197.55pt;margin-top:23.75pt;width:92.95pt;height:87.3pt;z-index:251651072"/>
        </w:pict>
      </w:r>
    </w:p>
    <w:p w:rsidR="000541E4" w:rsidRPr="007D4222" w:rsidRDefault="000541E4" w:rsidP="007D4222"/>
    <w:p w:rsidR="000541E4" w:rsidRPr="007D4222" w:rsidRDefault="000541E4" w:rsidP="007D4222"/>
    <w:p w:rsidR="000541E4" w:rsidRPr="007D4222" w:rsidRDefault="000541E4" w:rsidP="007D4222"/>
    <w:p w:rsidR="000541E4" w:rsidRPr="007D4222" w:rsidRDefault="000541E4" w:rsidP="007D4222"/>
    <w:p w:rsidR="000541E4" w:rsidRPr="007D4222" w:rsidRDefault="000541E4" w:rsidP="007D4222"/>
    <w:p w:rsidR="000541E4" w:rsidRPr="007D4222" w:rsidRDefault="000541E4" w:rsidP="007D4222"/>
    <w:p w:rsidR="000541E4" w:rsidRPr="007D4222" w:rsidRDefault="000541E4" w:rsidP="007D4222"/>
    <w:p w:rsidR="000541E4" w:rsidRPr="007D4222" w:rsidRDefault="000541E4" w:rsidP="007D4222"/>
    <w:p w:rsidR="000541E4" w:rsidRPr="007D4222" w:rsidRDefault="000541E4" w:rsidP="007D4222"/>
    <w:p w:rsidR="000541E4" w:rsidRPr="007D4222" w:rsidRDefault="000541E4" w:rsidP="007D4222">
      <w:r>
        <w:rPr>
          <w:noProof/>
        </w:rPr>
        <w:pict>
          <v:rect id="_x0000_s1063" style="position:absolute;margin-left:264.4pt;margin-top:4.6pt;width:51.95pt;height:31.8pt;rotation:-687783fd;z-index:251664384" fillcolor="#c0504d" strokecolor="#f2f2f2" strokeweight="3pt">
            <v:shadow on="t" type="perspective" color="#622423" opacity=".5" offset="1pt" offset2="-1pt"/>
          </v:rect>
        </w:pict>
      </w:r>
    </w:p>
    <w:p w:rsidR="000541E4" w:rsidRPr="007D4222" w:rsidRDefault="000541E4" w:rsidP="007D4222"/>
    <w:p w:rsidR="000541E4" w:rsidRPr="007D4222" w:rsidRDefault="000541E4" w:rsidP="007D4222"/>
    <w:p w:rsidR="000541E4" w:rsidRPr="007D4222" w:rsidRDefault="000541E4" w:rsidP="007D4222">
      <w:r>
        <w:t>In the future this could be used to confuse people in war they can think that there are people near them and then they can get.  It can help the music business and movie industry by making the experience get better. It can make the people have more enjoyment when listening to music.</w:t>
      </w:r>
    </w:p>
    <w:sectPr w:rsidR="000541E4" w:rsidRPr="007D4222" w:rsidSect="00D214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0A31"/>
    <w:rsid w:val="000541E4"/>
    <w:rsid w:val="004E0A31"/>
    <w:rsid w:val="005C241B"/>
    <w:rsid w:val="006F1640"/>
    <w:rsid w:val="007D4222"/>
    <w:rsid w:val="00867C9F"/>
    <w:rsid w:val="00961F7E"/>
    <w:rsid w:val="00BE4FF5"/>
    <w:rsid w:val="00CD722C"/>
    <w:rsid w:val="00D21403"/>
    <w:rsid w:val="00E17E4A"/>
    <w:rsid w:val="00F317DE"/>
    <w:rsid w:val="00F46228"/>
    <w:rsid w:val="00F70B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40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120</Words>
  <Characters>690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Holophonic sound </dc:title>
  <dc:subject/>
  <dc:creator>Valued Acer Customer</dc:creator>
  <cp:keywords/>
  <dc:description/>
  <cp:lastModifiedBy>Andew</cp:lastModifiedBy>
  <cp:revision>2</cp:revision>
  <dcterms:created xsi:type="dcterms:W3CDTF">2010-01-28T03:29:00Z</dcterms:created>
  <dcterms:modified xsi:type="dcterms:W3CDTF">2010-01-28T03:29:00Z</dcterms:modified>
</cp:coreProperties>
</file>